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B9794" w14:textId="77777777" w:rsidR="00751971" w:rsidRDefault="00751971" w:rsidP="00D60D33">
      <w:pPr>
        <w:spacing w:line="360" w:lineRule="auto"/>
        <w:rPr>
          <w:b/>
          <w:bCs/>
          <w:sz w:val="28"/>
          <w:szCs w:val="28"/>
        </w:rPr>
      </w:pPr>
    </w:p>
    <w:p w14:paraId="54A30538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0D0C2A3C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26BD0110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3BDE7E4E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61A058B7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5F785146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25D2E0BE" w14:textId="77777777" w:rsidR="00D60D33" w:rsidRDefault="00D60D33" w:rsidP="00D60D33">
      <w:pPr>
        <w:spacing w:line="360" w:lineRule="auto"/>
        <w:rPr>
          <w:rFonts w:hint="cs"/>
          <w:b/>
          <w:bCs/>
          <w:sz w:val="28"/>
          <w:szCs w:val="28"/>
        </w:rPr>
      </w:pPr>
    </w:p>
    <w:p w14:paraId="2604AB99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1C37C681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22C70600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483DFE3F" w14:textId="77777777" w:rsidR="00D60D33" w:rsidRPr="00990DBD" w:rsidRDefault="00820A66" w:rsidP="00D60D33">
      <w:pPr>
        <w:spacing w:line="360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APPENDIX/APPENDICES]"/>
              <w:format w:val="ตัวพิมพ์ใหญ่"/>
            </w:textInput>
          </w:ffData>
        </w:fldChar>
      </w:r>
      <w:r>
        <w:rPr>
          <w:b/>
          <w:bCs/>
          <w:caps/>
          <w:sz w:val="28"/>
          <w:szCs w:val="28"/>
        </w:rPr>
        <w:instrText xml:space="preserve"> FORMTEXT </w:instrText>
      </w:r>
      <w:r w:rsidRPr="00820A66">
        <w:rPr>
          <w:b/>
          <w:bCs/>
          <w:caps/>
          <w:sz w:val="28"/>
          <w:szCs w:val="28"/>
        </w:rPr>
      </w:r>
      <w:r>
        <w:rPr>
          <w:b/>
          <w:bCs/>
          <w:caps/>
          <w:sz w:val="28"/>
          <w:szCs w:val="28"/>
        </w:rPr>
        <w:fldChar w:fldCharType="separate"/>
      </w:r>
      <w:r w:rsidR="001D1F44">
        <w:rPr>
          <w:b/>
          <w:bCs/>
          <w:noProof/>
          <w:sz w:val="28"/>
          <w:szCs w:val="28"/>
        </w:rPr>
        <w:t>[APPENDIX/APPENDICES]</w:t>
      </w:r>
      <w:r>
        <w:rPr>
          <w:b/>
          <w:bCs/>
          <w:caps/>
          <w:sz w:val="28"/>
          <w:szCs w:val="28"/>
        </w:rPr>
        <w:fldChar w:fldCharType="end"/>
      </w:r>
    </w:p>
    <w:p w14:paraId="0D4FA556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43867DAD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199040D9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4E1486FE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048BA707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7C936878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3E1BB4E3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47F73484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71A693CD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1E81163D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593ED1E3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5A06E65A" w14:textId="77777777" w:rsid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p w14:paraId="55BFF252" w14:textId="77777777" w:rsidR="00D60D33" w:rsidRPr="00D60D33" w:rsidRDefault="00D60D33" w:rsidP="00D60D33">
      <w:pPr>
        <w:spacing w:line="360" w:lineRule="auto"/>
        <w:rPr>
          <w:b/>
          <w:bCs/>
          <w:sz w:val="28"/>
          <w:szCs w:val="28"/>
        </w:rPr>
      </w:pPr>
    </w:p>
    <w:sectPr w:rsidR="00D60D33" w:rsidRPr="00D60D33" w:rsidSect="00571BDE">
      <w:pgSz w:w="11909" w:h="16834" w:code="9"/>
      <w:pgMar w:top="2880" w:right="1440" w:bottom="1440" w:left="2160" w:header="144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B0E"/>
    <w:rsid w:val="000E349A"/>
    <w:rsid w:val="001A3B0E"/>
    <w:rsid w:val="001D1F44"/>
    <w:rsid w:val="00205EB4"/>
    <w:rsid w:val="002B35D9"/>
    <w:rsid w:val="002F716B"/>
    <w:rsid w:val="003B776F"/>
    <w:rsid w:val="0040648D"/>
    <w:rsid w:val="00556BB1"/>
    <w:rsid w:val="00571BDE"/>
    <w:rsid w:val="005F15C0"/>
    <w:rsid w:val="006D5F43"/>
    <w:rsid w:val="00751971"/>
    <w:rsid w:val="00820A66"/>
    <w:rsid w:val="00932642"/>
    <w:rsid w:val="00990DBD"/>
    <w:rsid w:val="00B70B53"/>
    <w:rsid w:val="00D50D15"/>
    <w:rsid w:val="00D60D33"/>
    <w:rsid w:val="00EC513D"/>
    <w:rsid w:val="00F55039"/>
    <w:rsid w:val="00F576BF"/>
    <w:rsid w:val="00F6320A"/>
    <w:rsid w:val="00F731DB"/>
    <w:rsid w:val="00FE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0B3D52"/>
  <w15:chartTrackingRefBased/>
  <w15:docId w15:val="{7A609B18-3EB1-4A0B-8791-5D589652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bn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32"/>
      <w:lang w:bidi="th-TH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1">
    <w:name w:val="หัวข้อ1"/>
    <w:basedOn w:val="Normal"/>
    <w:rsid w:val="00D50D15"/>
    <w:rPr>
      <w:rFonts w:ascii="Cordia New" w:hAnsi="Cordia New" w:cs="Cordia New"/>
      <w:b/>
      <w:bCs/>
      <w:sz w:val="36"/>
      <w:szCs w:val="36"/>
    </w:rPr>
  </w:style>
  <w:style w:type="paragraph" w:customStyle="1" w:styleId="111">
    <w:name w:val="หัวข้อ1.1.1"/>
    <w:basedOn w:val="Normal"/>
    <w:rsid w:val="00D50D15"/>
    <w:pPr>
      <w:tabs>
        <w:tab w:val="left" w:pos="720"/>
      </w:tabs>
    </w:pPr>
    <w:rPr>
      <w:rFonts w:ascii="Cordia New" w:hAnsi="Cordia New" w:cs="Cordia New"/>
      <w:sz w:val="32"/>
    </w:rPr>
  </w:style>
  <w:style w:type="paragraph" w:customStyle="1" w:styleId="1111">
    <w:name w:val="หัวข้อ1.1.1.1"/>
    <w:basedOn w:val="111"/>
    <w:rsid w:val="00D50D15"/>
    <w:pPr>
      <w:tabs>
        <w:tab w:val="clear" w:pos="720"/>
        <w:tab w:val="left" w:pos="1368"/>
      </w:tabs>
    </w:pPr>
  </w:style>
  <w:style w:type="paragraph" w:customStyle="1" w:styleId="10">
    <w:name w:val="หัวข้อ1)"/>
    <w:next w:val="BodyTextIndent"/>
    <w:rsid w:val="00F6320A"/>
    <w:pPr>
      <w:tabs>
        <w:tab w:val="left" w:pos="2160"/>
      </w:tabs>
    </w:pPr>
    <w:rPr>
      <w:rFonts w:cs="Times New Roman"/>
      <w:sz w:val="24"/>
      <w:szCs w:val="24"/>
      <w:lang w:bidi="th-TH"/>
    </w:rPr>
  </w:style>
  <w:style w:type="paragraph" w:customStyle="1" w:styleId="11">
    <w:name w:val="หัวข้อ(1)"/>
    <w:basedOn w:val="1111"/>
    <w:rsid w:val="00D50D15"/>
    <w:pPr>
      <w:tabs>
        <w:tab w:val="clear" w:pos="1368"/>
        <w:tab w:val="left" w:pos="2520"/>
      </w:tabs>
    </w:pPr>
  </w:style>
  <w:style w:type="paragraph" w:customStyle="1" w:styleId="11110">
    <w:name w:val="ย่อ1.1.1.1"/>
    <w:basedOn w:val="Normal"/>
    <w:rsid w:val="00EC513D"/>
    <w:pPr>
      <w:tabs>
        <w:tab w:val="left" w:pos="1368"/>
      </w:tabs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2">
    <w:name w:val="ลักษณะ1"/>
    <w:basedOn w:val="Normal"/>
    <w:rsid w:val="00EC513D"/>
    <w:pPr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1111">
    <w:name w:val="ย่อหน้า1.1.1.1"/>
    <w:basedOn w:val="Normal"/>
    <w:autoRedefine/>
    <w:rsid w:val="002B35D9"/>
    <w:pPr>
      <w:tabs>
        <w:tab w:val="left" w:pos="1368"/>
      </w:tabs>
      <w:ind w:firstLine="1368"/>
    </w:pPr>
    <w:rPr>
      <w:rFonts w:ascii="Cordia New" w:hAnsi="Cordia New" w:cs="Cordia New"/>
      <w:sz w:val="32"/>
    </w:rPr>
  </w:style>
  <w:style w:type="paragraph" w:customStyle="1" w:styleId="110">
    <w:name w:val="ย่อหน้า(1.1)"/>
    <w:basedOn w:val="Normal"/>
    <w:autoRedefine/>
    <w:rsid w:val="0040648D"/>
    <w:pPr>
      <w:tabs>
        <w:tab w:val="left" w:pos="900"/>
      </w:tabs>
      <w:ind w:firstLine="2952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a">
    <w:name w:val="บทที่"/>
    <w:rsid w:val="00932642"/>
    <w:pPr>
      <w:jc w:val="center"/>
    </w:pPr>
    <w:rPr>
      <w:rFonts w:ascii="Arial" w:hAnsi="Arial"/>
      <w:b/>
      <w:bCs/>
      <w:kern w:val="28"/>
      <w:sz w:val="32"/>
      <w:szCs w:val="40"/>
      <w:lang w:bidi="th-TH"/>
    </w:rPr>
  </w:style>
  <w:style w:type="paragraph" w:customStyle="1" w:styleId="3">
    <w:name w:val="ลักษณะ3"/>
    <w:basedOn w:val="1"/>
    <w:next w:val="1"/>
    <w:rsid w:val="00932642"/>
    <w:rPr>
      <w:rFonts w:cs="Angsana New"/>
      <w:bCs w:val="0"/>
    </w:rPr>
  </w:style>
  <w:style w:type="paragraph" w:customStyle="1" w:styleId="112">
    <w:name w:val="หัวข้อ1.1"/>
    <w:rsid w:val="00F6320A"/>
    <w:rPr>
      <w:rFonts w:ascii="Cordia New" w:hAnsi="Cordia New" w:cs="Times New Roman"/>
      <w:sz w:val="32"/>
      <w:szCs w:val="32"/>
      <w:lang w:bidi="th-TH"/>
    </w:rPr>
  </w:style>
  <w:style w:type="paragraph" w:styleId="BodyTextIndent">
    <w:name w:val="Body Text Indent"/>
    <w:basedOn w:val="Normal"/>
    <w:rsid w:val="00F6320A"/>
    <w:pPr>
      <w:spacing w:after="120"/>
      <w:ind w:left="360"/>
    </w:pPr>
  </w:style>
  <w:style w:type="paragraph" w:customStyle="1" w:styleId="chapter">
    <w:name w:val="chapter"/>
    <w:basedOn w:val="Normal"/>
    <w:rsid w:val="000E349A"/>
    <w:pPr>
      <w:jc w:val="center"/>
    </w:pPr>
    <w:rPr>
      <w:rFonts w:cs="Times New Roman"/>
      <w:b/>
      <w:bCs/>
      <w:sz w:val="28"/>
      <w:szCs w:val="28"/>
    </w:rPr>
  </w:style>
  <w:style w:type="paragraph" w:styleId="BalloonText">
    <w:name w:val="Balloon Text"/>
    <w:basedOn w:val="Normal"/>
    <w:semiHidden/>
    <w:rsid w:val="00D60D33"/>
    <w:rPr>
      <w:rFonts w:ascii="Tahoma" w:hAnsi="Tahoma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11-APPENDIX-int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11-APPENDIX-intro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APPENDICES</vt:lpstr>
    </vt:vector>
  </TitlesOfParts>
  <Company>MPP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APPENDICES</dc:title>
  <dc:subject/>
  <dc:creator>MHT</dc:creator>
  <cp:keywords/>
  <dc:description/>
  <cp:lastModifiedBy>Hasnat Tanvir</cp:lastModifiedBy>
  <cp:revision>1</cp:revision>
  <cp:lastPrinted>2007-11-06T08:36:00Z</cp:lastPrinted>
  <dcterms:created xsi:type="dcterms:W3CDTF">2023-10-29T07:32:00Z</dcterms:created>
  <dcterms:modified xsi:type="dcterms:W3CDTF">2023-10-29T07:32:00Z</dcterms:modified>
</cp:coreProperties>
</file>